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426403B2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 </w:t>
      </w:r>
      <w:r w:rsidR="00874EDD">
        <w:rPr>
          <w:rFonts w:cstheme="minorHAnsi"/>
        </w:rPr>
        <w:t>Piotrków Tryb.</w:t>
      </w:r>
      <w:r w:rsidRPr="00A56BD4">
        <w:rPr>
          <w:rFonts w:cstheme="minorHAnsi"/>
        </w:rPr>
        <w:t xml:space="preserve"> </w:t>
      </w:r>
      <w:r w:rsidRPr="00C13372">
        <w:rPr>
          <w:rFonts w:cstheme="minorHAnsi"/>
          <w:szCs w:val="18"/>
        </w:rPr>
        <w:t xml:space="preserve">- </w:t>
      </w:r>
      <w:r w:rsidR="00874EDD" w:rsidRPr="00874EDD">
        <w:rPr>
          <w:rFonts w:eastAsia="Times New Roman" w:cs="Calibri"/>
          <w:szCs w:val="18"/>
        </w:rPr>
        <w:t>w obrębie gmin Kamieńsk, Dobryszyce, Gomunice, Lgota Wielka, Ładzice, Kruszyna, Kodrąb, Kobiele Wielkie, Radomsko oraz w obrębie miasta Radomsko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107CAF37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874EDD" w:rsidRPr="00874EDD">
        <w:rPr>
          <w:rFonts w:cstheme="minorHAnsi"/>
          <w:b/>
          <w:bCs/>
        </w:rPr>
        <w:t>RE Piotrków Tryb. - w obrębie gmin Kamieńsk, Dobryszyce, Gomunice, Lgota Wielka, Ładzice, Kruszyna, Kodrąb, Kobiele Wielkie, Radomsko oraz w obrębie miasta Radomsko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7DFBC" w14:textId="77777777" w:rsidR="007C141E" w:rsidRDefault="007C141E" w:rsidP="00582CE9">
      <w:pPr>
        <w:spacing w:after="0"/>
      </w:pPr>
      <w:r>
        <w:separator/>
      </w:r>
    </w:p>
  </w:endnote>
  <w:endnote w:type="continuationSeparator" w:id="0">
    <w:p w14:paraId="01FD7170" w14:textId="77777777" w:rsidR="007C141E" w:rsidRDefault="007C141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1E965" w14:textId="77777777" w:rsidR="007C141E" w:rsidRDefault="007C141E" w:rsidP="00582CE9">
      <w:pPr>
        <w:spacing w:after="0"/>
      </w:pPr>
      <w:r>
        <w:separator/>
      </w:r>
    </w:p>
  </w:footnote>
  <w:footnote w:type="continuationSeparator" w:id="0">
    <w:p w14:paraId="628F3EF8" w14:textId="77777777" w:rsidR="007C141E" w:rsidRDefault="007C141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54043D" w14:textId="018782CA" w:rsidR="00C13372" w:rsidRPr="00C13372" w:rsidRDefault="00221A73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221A73">
            <w:rPr>
              <w:rFonts w:asciiTheme="minorHAnsi" w:hAnsiTheme="minorHAnsi" w:cstheme="minorHAnsi"/>
              <w:sz w:val="14"/>
              <w:szCs w:val="14"/>
            </w:rPr>
            <w:t xml:space="preserve">Sukcesywne wykonywanie prac projektowych i robót budowlanych polegających na wykonywaniu przyłączy lub linii niskiego napięcia dla celów przyłączenia nowych odbiorców na terenie PGE Dystrybucja S.A. Oddział Łódź na obszarze działania RE Piotrków Tryb. - w obrębie gmin Kamieńsk, Dobryszyce, Gomunice, Lgota Wielka, Ładzice, Kruszyna, Kodrąb, Kobiele Wielkie, Radomsko oraz </w:t>
          </w:r>
          <w:r>
            <w:rPr>
              <w:rFonts w:asciiTheme="minorHAnsi" w:hAnsiTheme="minorHAnsi" w:cstheme="minorHAnsi"/>
              <w:sz w:val="14"/>
              <w:szCs w:val="14"/>
            </w:rPr>
            <w:br/>
          </w:r>
          <w:r w:rsidRPr="00221A73">
            <w:rPr>
              <w:rFonts w:asciiTheme="minorHAnsi" w:hAnsiTheme="minorHAnsi" w:cstheme="minorHAnsi"/>
              <w:sz w:val="14"/>
              <w:szCs w:val="14"/>
            </w:rPr>
            <w:t>w obręb miasta Radomsko</w:t>
          </w:r>
        </w:p>
        <w:p w14:paraId="1A19274F" w14:textId="2ABAE10A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</w:t>
          </w:r>
          <w:r w:rsidR="00221A7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/00193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221A7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1A73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945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CAC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2251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141E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4EDD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1A56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OPZ.docx</dmsv2BaseFileName>
    <dmsv2BaseDisplayName xmlns="http://schemas.microsoft.com/sharepoint/v3">Załącznik nr 1 do SWZ - OPZ</dmsv2BaseDisplayName>
    <dmsv2SWPP2ObjectNumber xmlns="http://schemas.microsoft.com/sharepoint/v3">POST/DYS/OLD/GZ/00193/2026                        </dmsv2SWPP2ObjectNumber>
    <dmsv2SWPP2SumMD5 xmlns="http://schemas.microsoft.com/sharepoint/v3">23ed630879ad1f8ba151b390359cb810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24178920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JEUP5JKVCYQC-1398355148-6053</_dlc_DocId>
    <_dlc_DocIdUrl xmlns="a19cb1c7-c5c7-46d4-85ae-d83685407bba">
      <Url>https://swpp2.dms.gkpge.pl/sites/41/_layouts/15/DocIdRedir.aspx?ID=JEUP5JKVCYQC-1398355148-6053</Url>
      <Description>JEUP5JKVCYQC-1398355148-6053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19C660-5723-4BF3-84C4-174F0A939DD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65AFFB-DC1A-48C1-B389-39DF581C28F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19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8</cp:revision>
  <cp:lastPrinted>2024-07-15T11:21:00Z</cp:lastPrinted>
  <dcterms:created xsi:type="dcterms:W3CDTF">2025-10-01T10:46:00Z</dcterms:created>
  <dcterms:modified xsi:type="dcterms:W3CDTF">2026-01-23T08:45:00Z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8cc774f4-c0e0-42f8-a5f9-b9b43ce677b8</vt:lpwstr>
  </property>
</Properties>
</file>